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94"/>
        <w:gridCol w:w="4644"/>
      </w:tblGrid>
      <w:tr w:rsidR="005E5126" w:rsidTr="005E5126">
        <w:trPr>
          <w:trHeight w:val="473"/>
        </w:trPr>
        <w:tc>
          <w:tcPr>
            <w:tcW w:w="5385" w:type="dxa"/>
          </w:tcPr>
          <w:p w:rsidR="005E5126" w:rsidRPr="003D004D" w:rsidRDefault="005E5126">
            <w:r w:rsidRPr="003D004D">
              <w:rPr>
                <w:b/>
              </w:rPr>
              <w:t>NAME:</w:t>
            </w:r>
          </w:p>
        </w:tc>
        <w:tc>
          <w:tcPr>
            <w:tcW w:w="5222" w:type="dxa"/>
          </w:tcPr>
          <w:p w:rsidR="005E5126" w:rsidRPr="005E5126" w:rsidRDefault="005E5126" w:rsidP="005E5126">
            <w:pPr>
              <w:rPr>
                <w:b/>
              </w:rPr>
            </w:pPr>
            <w:r>
              <w:rPr>
                <w:b/>
              </w:rPr>
              <w:t xml:space="preserve">WEEK #:  </w:t>
            </w:r>
          </w:p>
        </w:tc>
      </w:tr>
      <w:tr w:rsidR="003D004D" w:rsidTr="003D004D">
        <w:trPr>
          <w:trHeight w:val="473"/>
        </w:trPr>
        <w:tc>
          <w:tcPr>
            <w:tcW w:w="5380" w:type="dxa"/>
          </w:tcPr>
          <w:p w:rsidR="003D004D" w:rsidRPr="003D004D" w:rsidRDefault="003D004D" w:rsidP="005E5126">
            <w:pPr>
              <w:rPr>
                <w:b/>
              </w:rPr>
            </w:pPr>
            <w:r w:rsidRPr="003D004D">
              <w:rPr>
                <w:b/>
              </w:rPr>
              <w:t xml:space="preserve">Monday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Tuesday 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9268C8">
              <w:rPr>
                <w:b/>
              </w:rPr>
              <w:t>Column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9268C8">
              <w:rPr>
                <w:b/>
              </w:rPr>
              <w:t>Row</w:t>
            </w:r>
          </w:p>
        </w:tc>
      </w:tr>
      <w:tr w:rsidR="003D004D" w:rsidTr="003D004D">
        <w:trPr>
          <w:trHeight w:val="4385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9268C8">
              <w:rPr>
                <w:b/>
              </w:rPr>
              <w:t xml:space="preserve">Column is a grouping of cells that run from top to bottom of a page. </w:t>
            </w:r>
          </w:p>
        </w:tc>
        <w:tc>
          <w:tcPr>
            <w:tcW w:w="5227" w:type="dxa"/>
          </w:tcPr>
          <w:p w:rsidR="003D004D" w:rsidRPr="003D004D" w:rsidRDefault="009268C8">
            <w:pPr>
              <w:rPr>
                <w:b/>
              </w:rPr>
            </w:pPr>
            <w:r w:rsidRPr="003D004D">
              <w:rPr>
                <w:b/>
              </w:rPr>
              <w:t>Definition</w:t>
            </w:r>
            <w:r w:rsidR="003D004D" w:rsidRPr="003D004D">
              <w:rPr>
                <w:b/>
              </w:rPr>
              <w:t xml:space="preserve">:  </w:t>
            </w:r>
            <w:r>
              <w:rPr>
                <w:b/>
              </w:rPr>
              <w:t xml:space="preserve">Row is a grouping of cells that run from the left to the right of a page. 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Wednesday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Thursday  </w:t>
            </w:r>
          </w:p>
        </w:tc>
      </w:tr>
      <w:tr w:rsidR="003D004D" w:rsidTr="003D004D">
        <w:trPr>
          <w:trHeight w:val="73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</w:p>
        </w:tc>
      </w:tr>
      <w:tr w:rsidR="003D004D" w:rsidTr="003D004D">
        <w:trPr>
          <w:trHeight w:val="3977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</w:p>
        </w:tc>
      </w:tr>
      <w:tr w:rsidR="003D004D" w:rsidTr="003D004D">
        <w:trPr>
          <w:trHeight w:val="2429"/>
        </w:trPr>
        <w:tc>
          <w:tcPr>
            <w:tcW w:w="10607" w:type="dxa"/>
            <w:gridSpan w:val="2"/>
          </w:tcPr>
          <w:p w:rsidR="003D004D" w:rsidRPr="003D004D" w:rsidRDefault="003C456B">
            <w:pPr>
              <w:rPr>
                <w:b/>
              </w:rPr>
            </w:pPr>
            <w:r>
              <w:rPr>
                <w:b/>
              </w:rPr>
              <w:lastRenderedPageBreak/>
              <w:t>Reflection</w:t>
            </w:r>
            <w:r w:rsidR="00F02725">
              <w:rPr>
                <w:b/>
              </w:rPr>
              <w:t>:</w:t>
            </w:r>
          </w:p>
        </w:tc>
      </w:tr>
    </w:tbl>
    <w:p w:rsidR="00A36B4B" w:rsidRDefault="00A36B4B"/>
    <w:sectPr w:rsidR="00A36B4B" w:rsidSect="005E5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487757"/>
    <w:rsid w:val="0039291A"/>
    <w:rsid w:val="003A37C7"/>
    <w:rsid w:val="003C456B"/>
    <w:rsid w:val="003D004D"/>
    <w:rsid w:val="00454EC2"/>
    <w:rsid w:val="00480FC9"/>
    <w:rsid w:val="00487757"/>
    <w:rsid w:val="004F7C77"/>
    <w:rsid w:val="005E5126"/>
    <w:rsid w:val="00830AA8"/>
    <w:rsid w:val="009268C8"/>
    <w:rsid w:val="00A36B4B"/>
    <w:rsid w:val="00D21F89"/>
    <w:rsid w:val="00E8780A"/>
    <w:rsid w:val="00F02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ntelmacserver\HomesMZ2\StudentsMZ\17stuckm\7tech\vocab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vocab sheet</Template>
  <TotalTime>5</TotalTime>
  <Pages>2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17stuckm</dc:creator>
  <cp:keywords/>
  <dc:description/>
  <cp:lastModifiedBy>17stuckm</cp:lastModifiedBy>
  <cp:revision>2</cp:revision>
  <dcterms:created xsi:type="dcterms:W3CDTF">2011-09-12T17:19:00Z</dcterms:created>
  <dcterms:modified xsi:type="dcterms:W3CDTF">2011-09-12T17:24:00Z</dcterms:modified>
</cp:coreProperties>
</file>